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95A514" w14:textId="77777777" w:rsidR="008C50E7" w:rsidRPr="008B7326" w:rsidRDefault="008C50E7" w:rsidP="00A57441">
      <w:pPr>
        <w:pStyle w:val="Titolo"/>
        <w:rPr>
          <w:rFonts w:ascii="Arial" w:hAnsi="Arial" w:cs="Arial"/>
          <w:sz w:val="32"/>
          <w:szCs w:val="32"/>
        </w:rPr>
      </w:pPr>
    </w:p>
    <w:p w14:paraId="0C6A6954" w14:textId="42D9AD2F" w:rsidR="002278E2" w:rsidRPr="002A4F3F" w:rsidRDefault="002278E2" w:rsidP="002278E2">
      <w:pPr>
        <w:pStyle w:val="Titolo"/>
        <w:pBdr>
          <w:top w:val="single" w:sz="4" w:space="1" w:color="auto"/>
        </w:pBdr>
        <w:rPr>
          <w:rFonts w:ascii="Arial" w:hAnsi="Arial" w:cs="Arial"/>
          <w:bCs/>
          <w:sz w:val="32"/>
        </w:rPr>
      </w:pPr>
      <w:r>
        <w:rPr>
          <w:rFonts w:ascii="Arial" w:hAnsi="Arial" w:cs="Arial"/>
          <w:bCs/>
          <w:sz w:val="32"/>
        </w:rPr>
        <w:t>DIMENSIONING HEATING</w:t>
      </w:r>
    </w:p>
    <w:tbl>
      <w:tblPr>
        <w:tblW w:w="15026" w:type="dxa"/>
        <w:tblLayout w:type="fixed"/>
        <w:tblLook w:val="04A0" w:firstRow="1" w:lastRow="0" w:firstColumn="1" w:lastColumn="0" w:noHBand="0" w:noVBand="1"/>
      </w:tblPr>
      <w:tblGrid>
        <w:gridCol w:w="2268"/>
        <w:gridCol w:w="675"/>
        <w:gridCol w:w="2586"/>
        <w:gridCol w:w="283"/>
        <w:gridCol w:w="1418"/>
        <w:gridCol w:w="1528"/>
        <w:gridCol w:w="6268"/>
      </w:tblGrid>
      <w:tr w:rsidR="00E644FA" w:rsidRPr="008B7326" w14:paraId="3A1647DA" w14:textId="77777777" w:rsidTr="0092424E">
        <w:tc>
          <w:tcPr>
            <w:tcW w:w="2268" w:type="dxa"/>
            <w:tcBorders>
              <w:bottom w:val="double" w:sz="4" w:space="0" w:color="4472C4"/>
            </w:tcBorders>
            <w:shd w:val="clear" w:color="auto" w:fill="auto"/>
            <w:vAlign w:val="center"/>
          </w:tcPr>
          <w:p w14:paraId="5B2A418C" w14:textId="77777777" w:rsidR="006B1AD9" w:rsidRPr="008B7326" w:rsidRDefault="006B1AD9" w:rsidP="00E644FA">
            <w:pPr>
              <w:spacing w:after="0"/>
              <w:rPr>
                <w:rStyle w:val="Enfasigrassetto"/>
                <w:rFonts w:ascii="Arial" w:hAnsi="Arial" w:cs="Arial"/>
                <w:sz w:val="18"/>
                <w:szCs w:val="18"/>
              </w:rPr>
            </w:pPr>
            <w:r w:rsidRPr="008B7326">
              <w:rPr>
                <w:rStyle w:val="Enfasigrassetto"/>
                <w:rFonts w:ascii="Arial" w:hAnsi="Arial" w:cs="Arial"/>
                <w:sz w:val="18"/>
                <w:szCs w:val="18"/>
              </w:rPr>
              <w:t>Project</w:t>
            </w:r>
          </w:p>
        </w:tc>
        <w:tc>
          <w:tcPr>
            <w:tcW w:w="675" w:type="dxa"/>
            <w:tcBorders>
              <w:bottom w:val="double" w:sz="4" w:space="0" w:color="4472C4"/>
            </w:tcBorders>
            <w:shd w:val="clear" w:color="auto" w:fill="auto"/>
            <w:vAlign w:val="center"/>
          </w:tcPr>
          <w:p w14:paraId="7F218CD2" w14:textId="77777777" w:rsidR="006B1AD9" w:rsidRPr="008B7326" w:rsidRDefault="006B1AD9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6" w:type="dxa"/>
            <w:tcBorders>
              <w:bottom w:val="double" w:sz="4" w:space="0" w:color="4472C4"/>
            </w:tcBorders>
            <w:shd w:val="clear" w:color="auto" w:fill="auto"/>
            <w:vAlign w:val="center"/>
          </w:tcPr>
          <w:p w14:paraId="452442E2" w14:textId="77777777" w:rsidR="006B1AD9" w:rsidRPr="008B7326" w:rsidRDefault="006B1AD9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double" w:sz="4" w:space="0" w:color="4472C4"/>
            </w:tcBorders>
            <w:shd w:val="clear" w:color="auto" w:fill="auto"/>
            <w:vAlign w:val="center"/>
          </w:tcPr>
          <w:p w14:paraId="1B26B5D7" w14:textId="77777777" w:rsidR="006B1AD9" w:rsidRPr="008B7326" w:rsidRDefault="006B1AD9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double" w:sz="4" w:space="0" w:color="4472C4"/>
            </w:tcBorders>
            <w:shd w:val="clear" w:color="auto" w:fill="auto"/>
            <w:vAlign w:val="center"/>
          </w:tcPr>
          <w:p w14:paraId="371AB580" w14:textId="77777777" w:rsidR="006B1AD9" w:rsidRPr="008B7326" w:rsidRDefault="006B1AD9" w:rsidP="00E644FA">
            <w:pPr>
              <w:spacing w:after="0"/>
              <w:rPr>
                <w:rStyle w:val="Enfasigrassetto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96" w:type="dxa"/>
            <w:gridSpan w:val="2"/>
            <w:tcBorders>
              <w:bottom w:val="double" w:sz="4" w:space="0" w:color="4472C4"/>
            </w:tcBorders>
            <w:shd w:val="clear" w:color="auto" w:fill="auto"/>
            <w:vAlign w:val="center"/>
          </w:tcPr>
          <w:p w14:paraId="16B1B26A" w14:textId="77777777" w:rsidR="006B1AD9" w:rsidRPr="008B7326" w:rsidRDefault="006B1AD9" w:rsidP="00E644FA">
            <w:pPr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153" w:rsidRPr="008B7326" w14:paraId="756AD812" w14:textId="77777777" w:rsidTr="0092424E">
        <w:tc>
          <w:tcPr>
            <w:tcW w:w="2268" w:type="dxa"/>
            <w:tcBorders>
              <w:top w:val="double" w:sz="4" w:space="0" w:color="4472C4"/>
            </w:tcBorders>
            <w:shd w:val="clear" w:color="auto" w:fill="auto"/>
            <w:vAlign w:val="center"/>
          </w:tcPr>
          <w:p w14:paraId="03CF4AA5" w14:textId="77777777" w:rsidR="00314153" w:rsidRPr="008B7326" w:rsidRDefault="00314153" w:rsidP="00E644FA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8B7326">
              <w:rPr>
                <w:rFonts w:ascii="Arial" w:hAnsi="Arial" w:cs="Arial"/>
                <w:i/>
                <w:sz w:val="18"/>
                <w:szCs w:val="18"/>
              </w:rPr>
              <w:t>Customer</w:t>
            </w:r>
          </w:p>
        </w:tc>
        <w:tc>
          <w:tcPr>
            <w:tcW w:w="3261" w:type="dxa"/>
            <w:gridSpan w:val="2"/>
            <w:tcBorders>
              <w:top w:val="double" w:sz="4" w:space="0" w:color="4472C4"/>
            </w:tcBorders>
            <w:shd w:val="clear" w:color="auto" w:fill="auto"/>
            <w:vAlign w:val="center"/>
          </w:tcPr>
          <w:p w14:paraId="426F4441" w14:textId="77777777" w:rsidR="00314153" w:rsidRPr="008B7326" w:rsidRDefault="00314153" w:rsidP="00426C1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0" w:name="CUSTOMER"/>
            <w:bookmarkEnd w:id="0"/>
          </w:p>
        </w:tc>
        <w:tc>
          <w:tcPr>
            <w:tcW w:w="283" w:type="dxa"/>
            <w:tcBorders>
              <w:top w:val="double" w:sz="4" w:space="0" w:color="4472C4"/>
            </w:tcBorders>
            <w:shd w:val="clear" w:color="auto" w:fill="auto"/>
            <w:vAlign w:val="center"/>
          </w:tcPr>
          <w:p w14:paraId="419A40D0" w14:textId="77777777" w:rsidR="00314153" w:rsidRPr="008B7326" w:rsidRDefault="00314153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uble" w:sz="4" w:space="0" w:color="4472C4"/>
            </w:tcBorders>
            <w:shd w:val="clear" w:color="auto" w:fill="auto"/>
            <w:vAlign w:val="center"/>
          </w:tcPr>
          <w:p w14:paraId="55B5452D" w14:textId="77777777" w:rsidR="00314153" w:rsidRPr="008B7326" w:rsidRDefault="00314153" w:rsidP="00E644FA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8B7326">
              <w:rPr>
                <w:rFonts w:ascii="Arial" w:hAnsi="Arial" w:cs="Arial"/>
                <w:i/>
                <w:sz w:val="18"/>
                <w:szCs w:val="18"/>
              </w:rPr>
              <w:t>Reference</w:t>
            </w:r>
          </w:p>
        </w:tc>
        <w:tc>
          <w:tcPr>
            <w:tcW w:w="7796" w:type="dxa"/>
            <w:gridSpan w:val="2"/>
            <w:tcBorders>
              <w:top w:val="double" w:sz="4" w:space="0" w:color="4472C4"/>
            </w:tcBorders>
            <w:shd w:val="clear" w:color="auto" w:fill="auto"/>
            <w:vAlign w:val="center"/>
          </w:tcPr>
          <w:p w14:paraId="262BB27B" w14:textId="77777777" w:rsidR="00314153" w:rsidRPr="008B7326" w:rsidRDefault="00314153" w:rsidP="0031415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1" w:name="REFERENCE"/>
            <w:bookmarkEnd w:id="1"/>
          </w:p>
        </w:tc>
      </w:tr>
      <w:tr w:rsidR="00E644FA" w:rsidRPr="008B7326" w14:paraId="4D0D1000" w14:textId="77777777" w:rsidTr="0092424E">
        <w:tc>
          <w:tcPr>
            <w:tcW w:w="2268" w:type="dxa"/>
            <w:shd w:val="clear" w:color="auto" w:fill="auto"/>
            <w:vAlign w:val="center"/>
          </w:tcPr>
          <w:p w14:paraId="1EF01E02" w14:textId="77777777" w:rsidR="00892231" w:rsidRPr="008B7326" w:rsidRDefault="00892231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14:paraId="7CBBE2C1" w14:textId="77777777" w:rsidR="00892231" w:rsidRPr="008B7326" w:rsidRDefault="00892231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6" w:type="dxa"/>
            <w:shd w:val="clear" w:color="auto" w:fill="auto"/>
            <w:vAlign w:val="center"/>
          </w:tcPr>
          <w:p w14:paraId="4EF6F083" w14:textId="77777777" w:rsidR="00892231" w:rsidRPr="008B7326" w:rsidRDefault="00892231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275A8BB" w14:textId="77777777" w:rsidR="00892231" w:rsidRPr="008B7326" w:rsidRDefault="00892231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6D6F14A" w14:textId="77777777" w:rsidR="00892231" w:rsidRPr="008B7326" w:rsidRDefault="00892231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14:paraId="1EF37854" w14:textId="77777777" w:rsidR="00892231" w:rsidRPr="008B7326" w:rsidRDefault="00892231" w:rsidP="00E644FA">
            <w:pPr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68" w:type="dxa"/>
            <w:shd w:val="clear" w:color="auto" w:fill="auto"/>
            <w:vAlign w:val="center"/>
          </w:tcPr>
          <w:p w14:paraId="7D5BFD30" w14:textId="77777777" w:rsidR="00892231" w:rsidRPr="008B7326" w:rsidRDefault="00892231" w:rsidP="00E644FA">
            <w:pPr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47DF" w:rsidRPr="008B7326" w14:paraId="535CCDE6" w14:textId="77777777" w:rsidTr="001D3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8" w:type="dxa"/>
            <w:tcBorders>
              <w:top w:val="double" w:sz="4" w:space="0" w:color="4472C4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2BA9B1" w14:textId="77777777" w:rsidR="009847DF" w:rsidRPr="008B7326" w:rsidRDefault="009847DF" w:rsidP="00E644FA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8B7326">
              <w:rPr>
                <w:rFonts w:ascii="Arial" w:hAnsi="Arial" w:cs="Arial"/>
                <w:i/>
                <w:sz w:val="18"/>
                <w:szCs w:val="18"/>
              </w:rPr>
              <w:t>Geometry</w:t>
            </w:r>
          </w:p>
        </w:tc>
        <w:tc>
          <w:tcPr>
            <w:tcW w:w="12758" w:type="dxa"/>
            <w:gridSpan w:val="6"/>
            <w:tcBorders>
              <w:top w:val="double" w:sz="4" w:space="0" w:color="4472C4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19AF09" w14:textId="77777777" w:rsidR="009847DF" w:rsidRPr="008B7326" w:rsidRDefault="009847DF" w:rsidP="009847D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2" w:name="GEOMETRY"/>
            <w:bookmarkEnd w:id="2"/>
          </w:p>
        </w:tc>
      </w:tr>
      <w:tr w:rsidR="00ED4EC9" w:rsidRPr="008B7326" w14:paraId="247FDDD8" w14:textId="77777777" w:rsidTr="009242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53E478" w14:textId="77777777" w:rsidR="00ED4EC9" w:rsidRPr="008B7326" w:rsidRDefault="00ED4EC9" w:rsidP="009847DF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8B7326">
              <w:rPr>
                <w:rFonts w:ascii="Arial" w:hAnsi="Arial" w:cs="Arial"/>
                <w:i/>
                <w:sz w:val="18"/>
                <w:szCs w:val="18"/>
              </w:rPr>
              <w:t>Fin Type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70A95B" w14:textId="77777777" w:rsidR="00ED4EC9" w:rsidRPr="008B7326" w:rsidRDefault="00ED4EC9" w:rsidP="009847D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3" w:name="FINTYPE"/>
            <w:bookmarkEnd w:id="3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1DF920" w14:textId="77777777" w:rsidR="00ED4EC9" w:rsidRPr="008B7326" w:rsidRDefault="00ED4EC9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EB1E36" w14:textId="77777777" w:rsidR="00ED4EC9" w:rsidRPr="008B7326" w:rsidRDefault="00ED4EC9" w:rsidP="00E644FA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F2D26F" w14:textId="77777777" w:rsidR="00ED4EC9" w:rsidRPr="008B7326" w:rsidRDefault="00ED4EC9" w:rsidP="00ED4EC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4" w:name="FINSPACING_AND_THICKNESS"/>
            <w:bookmarkEnd w:id="4"/>
          </w:p>
        </w:tc>
      </w:tr>
      <w:tr w:rsidR="00ED4EC9" w:rsidRPr="008B7326" w14:paraId="66BEB327" w14:textId="77777777" w:rsidTr="009242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6E6210" w14:textId="77777777" w:rsidR="00ED4EC9" w:rsidRPr="008B7326" w:rsidRDefault="008B7326" w:rsidP="00632758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Finned HxL (mm)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B4DB4D" w14:textId="77777777" w:rsidR="00ED4EC9" w:rsidRPr="008B7326" w:rsidRDefault="00ED4EC9" w:rsidP="00BF5D2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5" w:name="HxL"/>
            <w:bookmarkEnd w:id="5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4DEA7F" w14:textId="77777777" w:rsidR="00ED4EC9" w:rsidRPr="008B7326" w:rsidRDefault="00ED4EC9" w:rsidP="0063275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29D597" w14:textId="77777777" w:rsidR="00ED4EC9" w:rsidRPr="008B7326" w:rsidRDefault="00ED4EC9" w:rsidP="00632758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F3D853" w14:textId="77777777" w:rsidR="00ED4EC9" w:rsidRPr="008B7326" w:rsidRDefault="00ED4EC9" w:rsidP="00ED4EC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2A30" w:rsidRPr="008B7326" w14:paraId="30FBBB78" w14:textId="77777777" w:rsidTr="009242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EBD88D" w14:textId="77777777" w:rsidR="00FB2A30" w:rsidRPr="008B7326" w:rsidRDefault="00FB2A30" w:rsidP="00FB2A30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Altitude o.s.l. (m)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DF7CF4" w14:textId="77777777" w:rsidR="00FB2A30" w:rsidRPr="008B7326" w:rsidRDefault="00FB2A30" w:rsidP="00FB2A3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6" w:name="HSLM"/>
            <w:bookmarkEnd w:id="6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C96D6A" w14:textId="77777777" w:rsidR="00FB2A30" w:rsidRPr="008B7326" w:rsidRDefault="00FB2A30" w:rsidP="00FB2A3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774E01" w14:textId="77777777" w:rsidR="00FB2A30" w:rsidRPr="008B7326" w:rsidRDefault="00FB2A30" w:rsidP="00FB2A30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8B7326">
              <w:rPr>
                <w:rFonts w:ascii="Arial" w:hAnsi="Arial" w:cs="Arial"/>
                <w:i/>
                <w:sz w:val="18"/>
                <w:szCs w:val="18"/>
              </w:rPr>
              <w:t>Glycol (%)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F855AD" w14:textId="77777777" w:rsidR="00FB2A30" w:rsidRPr="008B7326" w:rsidRDefault="00FB2A30" w:rsidP="00FB2A3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7" w:name="GLYCOL"/>
            <w:bookmarkEnd w:id="7"/>
          </w:p>
        </w:tc>
      </w:tr>
    </w:tbl>
    <w:tbl>
      <w:tblPr>
        <w:tblStyle w:val="Grigliatabell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147"/>
        <w:gridCol w:w="999"/>
        <w:gridCol w:w="999"/>
        <w:gridCol w:w="999"/>
        <w:gridCol w:w="999"/>
        <w:gridCol w:w="999"/>
        <w:gridCol w:w="999"/>
        <w:gridCol w:w="1002"/>
        <w:gridCol w:w="1002"/>
        <w:gridCol w:w="1002"/>
        <w:gridCol w:w="1002"/>
        <w:gridCol w:w="1002"/>
        <w:gridCol w:w="1002"/>
        <w:gridCol w:w="1132"/>
      </w:tblGrid>
      <w:tr w:rsidR="001D3B04" w:rsidRPr="0082485D" w14:paraId="087AFC8F" w14:textId="77777777" w:rsidTr="00FB2A30">
        <w:trPr>
          <w:jc w:val="right"/>
        </w:trPr>
        <w:tc>
          <w:tcPr>
            <w:tcW w:w="281" w:type="pct"/>
            <w:tcBorders>
              <w:top w:val="dotted" w:sz="4" w:space="0" w:color="auto"/>
            </w:tcBorders>
          </w:tcPr>
          <w:p w14:paraId="4453BA8B" w14:textId="77777777" w:rsidR="001D3B04" w:rsidRPr="0082485D" w:rsidRDefault="001D3B04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</w:t>
            </w:r>
          </w:p>
        </w:tc>
        <w:tc>
          <w:tcPr>
            <w:tcW w:w="379" w:type="pct"/>
            <w:tcBorders>
              <w:top w:val="dotted" w:sz="4" w:space="0" w:color="auto"/>
            </w:tcBorders>
          </w:tcPr>
          <w:p w14:paraId="5B283911" w14:textId="77777777" w:rsidR="001D3B04" w:rsidRPr="0082485D" w:rsidRDefault="001D3B04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FS(Th.)</w:t>
            </w:r>
          </w:p>
        </w:tc>
        <w:tc>
          <w:tcPr>
            <w:tcW w:w="330" w:type="pct"/>
            <w:tcBorders>
              <w:top w:val="dotted" w:sz="4" w:space="0" w:color="auto"/>
            </w:tcBorders>
          </w:tcPr>
          <w:p w14:paraId="31222176" w14:textId="77777777" w:rsidR="001D3B04" w:rsidRPr="0082485D" w:rsidRDefault="005D5734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Circ</w:t>
            </w:r>
          </w:p>
        </w:tc>
        <w:tc>
          <w:tcPr>
            <w:tcW w:w="330" w:type="pct"/>
            <w:tcBorders>
              <w:top w:val="dotted" w:sz="4" w:space="0" w:color="auto"/>
            </w:tcBorders>
          </w:tcPr>
          <w:p w14:paraId="056A6F02" w14:textId="77777777" w:rsidR="001D3B04" w:rsidRPr="0082485D" w:rsidRDefault="001D3B04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Q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A</w:t>
            </w:r>
          </w:p>
        </w:tc>
        <w:tc>
          <w:tcPr>
            <w:tcW w:w="330" w:type="pct"/>
            <w:tcBorders>
              <w:top w:val="dotted" w:sz="4" w:space="0" w:color="auto"/>
            </w:tcBorders>
          </w:tcPr>
          <w:p w14:paraId="5F31499C" w14:textId="77777777" w:rsidR="001D3B04" w:rsidRPr="0082485D" w:rsidRDefault="001D3B04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V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A</w:t>
            </w:r>
          </w:p>
        </w:tc>
        <w:tc>
          <w:tcPr>
            <w:tcW w:w="330" w:type="pct"/>
            <w:tcBorders>
              <w:top w:val="dotted" w:sz="4" w:space="0" w:color="auto"/>
            </w:tcBorders>
          </w:tcPr>
          <w:p w14:paraId="00E1D41F" w14:textId="77777777" w:rsidR="001D3B04" w:rsidRPr="0082485D" w:rsidRDefault="001D3B04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∆P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A</w:t>
            </w:r>
          </w:p>
        </w:tc>
        <w:tc>
          <w:tcPr>
            <w:tcW w:w="330" w:type="pct"/>
            <w:tcBorders>
              <w:top w:val="dotted" w:sz="4" w:space="0" w:color="auto"/>
            </w:tcBorders>
          </w:tcPr>
          <w:p w14:paraId="729352B2" w14:textId="77777777" w:rsidR="001D3B04" w:rsidRPr="0082485D" w:rsidRDefault="001D3B04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T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AI</w:t>
            </w:r>
          </w:p>
        </w:tc>
        <w:tc>
          <w:tcPr>
            <w:tcW w:w="330" w:type="pct"/>
            <w:tcBorders>
              <w:top w:val="dotted" w:sz="4" w:space="0" w:color="auto"/>
            </w:tcBorders>
          </w:tcPr>
          <w:p w14:paraId="18D861AA" w14:textId="77777777" w:rsidR="001D3B04" w:rsidRPr="0082485D" w:rsidRDefault="001D3B04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T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AO</w:t>
            </w:r>
          </w:p>
        </w:tc>
        <w:tc>
          <w:tcPr>
            <w:tcW w:w="331" w:type="pct"/>
            <w:tcBorders>
              <w:top w:val="dotted" w:sz="4" w:space="0" w:color="auto"/>
            </w:tcBorders>
          </w:tcPr>
          <w:p w14:paraId="40278475" w14:textId="77777777" w:rsidR="001D3B04" w:rsidRPr="0082485D" w:rsidRDefault="001D3B04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Q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TOT</w:t>
            </w:r>
          </w:p>
        </w:tc>
        <w:tc>
          <w:tcPr>
            <w:tcW w:w="331" w:type="pct"/>
            <w:tcBorders>
              <w:top w:val="dotted" w:sz="4" w:space="0" w:color="auto"/>
            </w:tcBorders>
          </w:tcPr>
          <w:p w14:paraId="47116434" w14:textId="77777777" w:rsidR="001D3B04" w:rsidRPr="0082485D" w:rsidRDefault="001D3B04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Q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W</w:t>
            </w:r>
          </w:p>
        </w:tc>
        <w:tc>
          <w:tcPr>
            <w:tcW w:w="331" w:type="pct"/>
            <w:tcBorders>
              <w:top w:val="dotted" w:sz="4" w:space="0" w:color="auto"/>
            </w:tcBorders>
          </w:tcPr>
          <w:p w14:paraId="013E07B8" w14:textId="77777777" w:rsidR="001D3B04" w:rsidRPr="0082485D" w:rsidRDefault="001D3B04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W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V</w:t>
            </w:r>
          </w:p>
        </w:tc>
        <w:tc>
          <w:tcPr>
            <w:tcW w:w="331" w:type="pct"/>
            <w:tcBorders>
              <w:top w:val="dotted" w:sz="4" w:space="0" w:color="auto"/>
            </w:tcBorders>
          </w:tcPr>
          <w:p w14:paraId="43BAD5BE" w14:textId="77777777" w:rsidR="001D3B04" w:rsidRPr="0082485D" w:rsidRDefault="001D3B04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T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WI</w:t>
            </w:r>
          </w:p>
        </w:tc>
        <w:tc>
          <w:tcPr>
            <w:tcW w:w="331" w:type="pct"/>
            <w:tcBorders>
              <w:top w:val="dotted" w:sz="4" w:space="0" w:color="auto"/>
            </w:tcBorders>
          </w:tcPr>
          <w:p w14:paraId="71A6A0D4" w14:textId="77777777" w:rsidR="001D3B04" w:rsidRPr="0082485D" w:rsidRDefault="001D3B04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T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WU</w:t>
            </w:r>
          </w:p>
        </w:tc>
        <w:tc>
          <w:tcPr>
            <w:tcW w:w="331" w:type="pct"/>
            <w:tcBorders>
              <w:top w:val="dotted" w:sz="4" w:space="0" w:color="auto"/>
            </w:tcBorders>
          </w:tcPr>
          <w:p w14:paraId="2074E346" w14:textId="77777777" w:rsidR="001D3B04" w:rsidRPr="0082485D" w:rsidRDefault="001D3B04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∆P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W</w:t>
            </w:r>
          </w:p>
        </w:tc>
        <w:tc>
          <w:tcPr>
            <w:tcW w:w="374" w:type="pct"/>
            <w:tcBorders>
              <w:top w:val="dotted" w:sz="4" w:space="0" w:color="auto"/>
            </w:tcBorders>
          </w:tcPr>
          <w:p w14:paraId="3F3FAA74" w14:textId="77777777" w:rsidR="001D3B04" w:rsidRPr="0082485D" w:rsidRDefault="001D3B04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</w:p>
        </w:tc>
      </w:tr>
      <w:tr w:rsidR="001D3B04" w:rsidRPr="0082485D" w14:paraId="0302363D" w14:textId="77777777" w:rsidTr="00FB2A30">
        <w:trPr>
          <w:jc w:val="right"/>
        </w:trPr>
        <w:tc>
          <w:tcPr>
            <w:tcW w:w="281" w:type="pct"/>
            <w:tcBorders>
              <w:bottom w:val="dotted" w:sz="4" w:space="0" w:color="auto"/>
            </w:tcBorders>
          </w:tcPr>
          <w:p w14:paraId="7137BA4F" w14:textId="77777777" w:rsidR="001D3B04" w:rsidRPr="0082485D" w:rsidRDefault="001D3B04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#</w:t>
            </w:r>
          </w:p>
        </w:tc>
        <w:tc>
          <w:tcPr>
            <w:tcW w:w="379" w:type="pct"/>
            <w:tcBorders>
              <w:bottom w:val="dotted" w:sz="4" w:space="0" w:color="auto"/>
            </w:tcBorders>
          </w:tcPr>
          <w:p w14:paraId="01F36A08" w14:textId="77777777" w:rsidR="001D3B04" w:rsidRPr="0082485D" w:rsidRDefault="001D3B04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mm</w:t>
            </w:r>
          </w:p>
        </w:tc>
        <w:tc>
          <w:tcPr>
            <w:tcW w:w="330" w:type="pct"/>
            <w:tcBorders>
              <w:bottom w:val="dotted" w:sz="4" w:space="0" w:color="auto"/>
            </w:tcBorders>
          </w:tcPr>
          <w:p w14:paraId="723755CC" w14:textId="77777777" w:rsidR="001D3B04" w:rsidRPr="0082485D" w:rsidRDefault="001D3B04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#</w:t>
            </w:r>
          </w:p>
        </w:tc>
        <w:tc>
          <w:tcPr>
            <w:tcW w:w="330" w:type="pct"/>
            <w:tcBorders>
              <w:bottom w:val="dotted" w:sz="4" w:space="0" w:color="auto"/>
            </w:tcBorders>
          </w:tcPr>
          <w:p w14:paraId="4FE36959" w14:textId="77777777" w:rsidR="001D3B04" w:rsidRPr="0082485D" w:rsidRDefault="001D3B04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m</w:t>
            </w:r>
            <w:r w:rsidRPr="0082485D">
              <w:rPr>
                <w:rFonts w:ascii="Arial" w:hAnsi="Arial" w:cs="Arial"/>
                <w:b/>
                <w:sz w:val="18"/>
                <w:vertAlign w:val="superscript"/>
              </w:rPr>
              <w:t>3</w:t>
            </w:r>
            <w:r w:rsidRPr="0082485D">
              <w:rPr>
                <w:rFonts w:ascii="Arial" w:hAnsi="Arial" w:cs="Arial"/>
                <w:b/>
                <w:sz w:val="18"/>
              </w:rPr>
              <w:t>/h</w:t>
            </w:r>
          </w:p>
        </w:tc>
        <w:tc>
          <w:tcPr>
            <w:tcW w:w="330" w:type="pct"/>
            <w:tcBorders>
              <w:bottom w:val="dotted" w:sz="4" w:space="0" w:color="auto"/>
            </w:tcBorders>
          </w:tcPr>
          <w:p w14:paraId="624D5E03" w14:textId="77777777" w:rsidR="001D3B04" w:rsidRPr="0082485D" w:rsidRDefault="001D3B04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m/s</w:t>
            </w:r>
          </w:p>
        </w:tc>
        <w:tc>
          <w:tcPr>
            <w:tcW w:w="330" w:type="pct"/>
            <w:tcBorders>
              <w:bottom w:val="dotted" w:sz="4" w:space="0" w:color="auto"/>
            </w:tcBorders>
          </w:tcPr>
          <w:p w14:paraId="4D1C7B65" w14:textId="77777777" w:rsidR="001D3B04" w:rsidRPr="0082485D" w:rsidRDefault="001D3B04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Pa</w:t>
            </w:r>
          </w:p>
        </w:tc>
        <w:tc>
          <w:tcPr>
            <w:tcW w:w="330" w:type="pct"/>
            <w:tcBorders>
              <w:bottom w:val="dotted" w:sz="4" w:space="0" w:color="auto"/>
            </w:tcBorders>
          </w:tcPr>
          <w:p w14:paraId="58B6B785" w14:textId="77777777" w:rsidR="001D3B04" w:rsidRPr="0082485D" w:rsidRDefault="001D3B04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°C</w:t>
            </w:r>
          </w:p>
        </w:tc>
        <w:tc>
          <w:tcPr>
            <w:tcW w:w="330" w:type="pct"/>
            <w:tcBorders>
              <w:bottom w:val="dotted" w:sz="4" w:space="0" w:color="auto"/>
            </w:tcBorders>
          </w:tcPr>
          <w:p w14:paraId="74AB3D62" w14:textId="77777777" w:rsidR="001D3B04" w:rsidRPr="0082485D" w:rsidRDefault="001D3B04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°C</w:t>
            </w:r>
          </w:p>
        </w:tc>
        <w:tc>
          <w:tcPr>
            <w:tcW w:w="331" w:type="pct"/>
            <w:tcBorders>
              <w:bottom w:val="dotted" w:sz="4" w:space="0" w:color="auto"/>
            </w:tcBorders>
          </w:tcPr>
          <w:p w14:paraId="685ED129" w14:textId="77777777" w:rsidR="001D3B04" w:rsidRPr="0082485D" w:rsidRDefault="001D3B04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kW</w:t>
            </w:r>
          </w:p>
        </w:tc>
        <w:tc>
          <w:tcPr>
            <w:tcW w:w="331" w:type="pct"/>
            <w:tcBorders>
              <w:bottom w:val="dotted" w:sz="4" w:space="0" w:color="auto"/>
            </w:tcBorders>
          </w:tcPr>
          <w:p w14:paraId="188AF5C7" w14:textId="77777777" w:rsidR="001D3B04" w:rsidRPr="0082485D" w:rsidRDefault="001D3B04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l/h</w:t>
            </w:r>
          </w:p>
        </w:tc>
        <w:tc>
          <w:tcPr>
            <w:tcW w:w="331" w:type="pct"/>
            <w:tcBorders>
              <w:bottom w:val="dotted" w:sz="4" w:space="0" w:color="auto"/>
            </w:tcBorders>
          </w:tcPr>
          <w:p w14:paraId="26038BA4" w14:textId="77777777" w:rsidR="001D3B04" w:rsidRPr="0082485D" w:rsidRDefault="001D3B04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m/s</w:t>
            </w:r>
          </w:p>
        </w:tc>
        <w:tc>
          <w:tcPr>
            <w:tcW w:w="331" w:type="pct"/>
            <w:tcBorders>
              <w:bottom w:val="dotted" w:sz="4" w:space="0" w:color="auto"/>
            </w:tcBorders>
          </w:tcPr>
          <w:p w14:paraId="7110DCD4" w14:textId="77777777" w:rsidR="001D3B04" w:rsidRPr="0082485D" w:rsidRDefault="001D3B04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°C</w:t>
            </w:r>
          </w:p>
        </w:tc>
        <w:tc>
          <w:tcPr>
            <w:tcW w:w="331" w:type="pct"/>
            <w:tcBorders>
              <w:bottom w:val="dotted" w:sz="4" w:space="0" w:color="auto"/>
            </w:tcBorders>
          </w:tcPr>
          <w:p w14:paraId="2EF4B172" w14:textId="77777777" w:rsidR="001D3B04" w:rsidRPr="0082485D" w:rsidRDefault="001D3B04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°C</w:t>
            </w:r>
          </w:p>
        </w:tc>
        <w:tc>
          <w:tcPr>
            <w:tcW w:w="331" w:type="pct"/>
            <w:tcBorders>
              <w:bottom w:val="dotted" w:sz="4" w:space="0" w:color="auto"/>
            </w:tcBorders>
          </w:tcPr>
          <w:p w14:paraId="7C4822C6" w14:textId="77777777" w:rsidR="001D3B04" w:rsidRPr="0082485D" w:rsidRDefault="001D3B04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kPa</w:t>
            </w:r>
          </w:p>
        </w:tc>
        <w:tc>
          <w:tcPr>
            <w:tcW w:w="374" w:type="pct"/>
            <w:tcBorders>
              <w:bottom w:val="dotted" w:sz="4" w:space="0" w:color="auto"/>
            </w:tcBorders>
          </w:tcPr>
          <w:p w14:paraId="766B0741" w14:textId="77777777" w:rsidR="001D3B04" w:rsidRPr="0082485D" w:rsidRDefault="001D3B04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</w:p>
        </w:tc>
      </w:tr>
    </w:tbl>
    <w:p w14:paraId="06E76BC0" w14:textId="77777777" w:rsidR="004C7FC9" w:rsidRPr="00EB2FBE" w:rsidRDefault="004C7FC9" w:rsidP="0092424E">
      <w:pPr>
        <w:tabs>
          <w:tab w:val="right" w:pos="709"/>
          <w:tab w:val="right" w:pos="1843"/>
          <w:tab w:val="right" w:pos="2835"/>
          <w:tab w:val="right" w:pos="3828"/>
          <w:tab w:val="right" w:pos="4820"/>
          <w:tab w:val="right" w:pos="5812"/>
          <w:tab w:val="right" w:pos="6804"/>
          <w:tab w:val="right" w:pos="7796"/>
          <w:tab w:val="right" w:pos="8789"/>
          <w:tab w:val="right" w:pos="9752"/>
          <w:tab w:val="right" w:pos="10773"/>
          <w:tab w:val="right" w:pos="11737"/>
          <w:tab w:val="right" w:pos="12701"/>
          <w:tab w:val="right" w:pos="13721"/>
          <w:tab w:val="right" w:pos="14572"/>
        </w:tabs>
        <w:spacing w:after="0"/>
        <w:rPr>
          <w:rFonts w:ascii="Arial" w:hAnsi="Arial" w:cs="Arial"/>
          <w:sz w:val="16"/>
        </w:rPr>
      </w:pPr>
      <w:bookmarkStart w:id="8" w:name="DATA"/>
      <w:bookmarkEnd w:id="8"/>
    </w:p>
    <w:sectPr w:rsidR="004C7FC9" w:rsidRPr="00EB2FBE" w:rsidSect="00FB2A30">
      <w:footerReference w:type="default" r:id="rId7"/>
      <w:pgSz w:w="16838" w:h="11906" w:orient="landscape"/>
      <w:pgMar w:top="851" w:right="851" w:bottom="851" w:left="85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177096" w14:textId="77777777" w:rsidR="003E59F8" w:rsidRDefault="003E59F8" w:rsidP="00F430EA">
      <w:pPr>
        <w:spacing w:after="0" w:line="240" w:lineRule="auto"/>
      </w:pPr>
      <w:r>
        <w:separator/>
      </w:r>
    </w:p>
  </w:endnote>
  <w:endnote w:type="continuationSeparator" w:id="0">
    <w:p w14:paraId="4E5B841A" w14:textId="77777777" w:rsidR="003E59F8" w:rsidRDefault="003E59F8" w:rsidP="00F43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9F90BF" w14:textId="77777777" w:rsidR="00620D56" w:rsidRDefault="00620D56" w:rsidP="00620D56">
    <w:pPr>
      <w:pStyle w:val="Pidipagina"/>
      <w:jc w:val="cen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D6249B">
      <w:rPr>
        <w:noProof/>
      </w:rPr>
      <w:t>1</w:t>
    </w:r>
    <w:r>
      <w:fldChar w:fldCharType="end"/>
    </w:r>
    <w:r>
      <w:t xml:space="preserve"> of </w:t>
    </w:r>
    <w:fldSimple w:instr=" NUMPAGES   \* MERGEFORMAT ">
      <w:r w:rsidR="00D6249B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92EE62" w14:textId="77777777" w:rsidR="003E59F8" w:rsidRDefault="003E59F8" w:rsidP="00F430EA">
      <w:pPr>
        <w:spacing w:after="0" w:line="240" w:lineRule="auto"/>
      </w:pPr>
      <w:r>
        <w:separator/>
      </w:r>
    </w:p>
  </w:footnote>
  <w:footnote w:type="continuationSeparator" w:id="0">
    <w:p w14:paraId="36A16E12" w14:textId="77777777" w:rsidR="003E59F8" w:rsidRDefault="003E59F8" w:rsidP="00F430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attachedTemplate r:id="rId1"/>
  <w:defaultTabStop w:val="680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F00"/>
    <w:rsid w:val="0000069A"/>
    <w:rsid w:val="0001059F"/>
    <w:rsid w:val="00026964"/>
    <w:rsid w:val="000472F1"/>
    <w:rsid w:val="00052689"/>
    <w:rsid w:val="00074307"/>
    <w:rsid w:val="00081FD5"/>
    <w:rsid w:val="00082596"/>
    <w:rsid w:val="00085B0F"/>
    <w:rsid w:val="000C1975"/>
    <w:rsid w:val="000E41DC"/>
    <w:rsid w:val="000E75EB"/>
    <w:rsid w:val="000F303D"/>
    <w:rsid w:val="00113EE1"/>
    <w:rsid w:val="00117142"/>
    <w:rsid w:val="001419AF"/>
    <w:rsid w:val="00145042"/>
    <w:rsid w:val="001531FC"/>
    <w:rsid w:val="001941C5"/>
    <w:rsid w:val="001A61EC"/>
    <w:rsid w:val="001B130B"/>
    <w:rsid w:val="001D3B04"/>
    <w:rsid w:val="001F1C7B"/>
    <w:rsid w:val="001F5285"/>
    <w:rsid w:val="002032AC"/>
    <w:rsid w:val="00206A58"/>
    <w:rsid w:val="00222F0D"/>
    <w:rsid w:val="002278E2"/>
    <w:rsid w:val="002564EA"/>
    <w:rsid w:val="00262DC1"/>
    <w:rsid w:val="002F2C78"/>
    <w:rsid w:val="00303D52"/>
    <w:rsid w:val="00314153"/>
    <w:rsid w:val="00334A4C"/>
    <w:rsid w:val="00361411"/>
    <w:rsid w:val="003840F8"/>
    <w:rsid w:val="003A4CAB"/>
    <w:rsid w:val="003B6292"/>
    <w:rsid w:val="003C53F5"/>
    <w:rsid w:val="003E15EA"/>
    <w:rsid w:val="003E59F8"/>
    <w:rsid w:val="003F1C9C"/>
    <w:rsid w:val="00414A46"/>
    <w:rsid w:val="00423ABE"/>
    <w:rsid w:val="00426C17"/>
    <w:rsid w:val="0047415A"/>
    <w:rsid w:val="00476A49"/>
    <w:rsid w:val="004842AB"/>
    <w:rsid w:val="004878EB"/>
    <w:rsid w:val="004C2C2E"/>
    <w:rsid w:val="004C7FC9"/>
    <w:rsid w:val="004D4977"/>
    <w:rsid w:val="004D7E0C"/>
    <w:rsid w:val="00514947"/>
    <w:rsid w:val="00516AC6"/>
    <w:rsid w:val="005241B5"/>
    <w:rsid w:val="00531AC7"/>
    <w:rsid w:val="005355FB"/>
    <w:rsid w:val="00550988"/>
    <w:rsid w:val="0055213A"/>
    <w:rsid w:val="00574798"/>
    <w:rsid w:val="005872FA"/>
    <w:rsid w:val="005C105A"/>
    <w:rsid w:val="005D5734"/>
    <w:rsid w:val="005E0C9B"/>
    <w:rsid w:val="00601220"/>
    <w:rsid w:val="006035E5"/>
    <w:rsid w:val="006056C2"/>
    <w:rsid w:val="00607A31"/>
    <w:rsid w:val="00616D5D"/>
    <w:rsid w:val="00620D56"/>
    <w:rsid w:val="0062112B"/>
    <w:rsid w:val="006276D1"/>
    <w:rsid w:val="00632758"/>
    <w:rsid w:val="0066645B"/>
    <w:rsid w:val="00666543"/>
    <w:rsid w:val="006846FD"/>
    <w:rsid w:val="006B10E4"/>
    <w:rsid w:val="006B1AD9"/>
    <w:rsid w:val="006D3DF3"/>
    <w:rsid w:val="006E024C"/>
    <w:rsid w:val="006F5582"/>
    <w:rsid w:val="0072180F"/>
    <w:rsid w:val="00722826"/>
    <w:rsid w:val="00756C01"/>
    <w:rsid w:val="00760E5E"/>
    <w:rsid w:val="00770E66"/>
    <w:rsid w:val="00775B1E"/>
    <w:rsid w:val="00776CA9"/>
    <w:rsid w:val="007B0CA9"/>
    <w:rsid w:val="007B7FB6"/>
    <w:rsid w:val="007E02D0"/>
    <w:rsid w:val="00805B4C"/>
    <w:rsid w:val="00815976"/>
    <w:rsid w:val="0082485D"/>
    <w:rsid w:val="00824959"/>
    <w:rsid w:val="00827F99"/>
    <w:rsid w:val="008542CD"/>
    <w:rsid w:val="00892231"/>
    <w:rsid w:val="008B7326"/>
    <w:rsid w:val="008C50E7"/>
    <w:rsid w:val="008F4DA5"/>
    <w:rsid w:val="00920967"/>
    <w:rsid w:val="0092424E"/>
    <w:rsid w:val="009513FF"/>
    <w:rsid w:val="00960F92"/>
    <w:rsid w:val="00961B3A"/>
    <w:rsid w:val="009731C2"/>
    <w:rsid w:val="009815AD"/>
    <w:rsid w:val="009847DF"/>
    <w:rsid w:val="00992248"/>
    <w:rsid w:val="00997B6E"/>
    <w:rsid w:val="009D4279"/>
    <w:rsid w:val="009D5743"/>
    <w:rsid w:val="009D65C9"/>
    <w:rsid w:val="009E2834"/>
    <w:rsid w:val="00A00F0D"/>
    <w:rsid w:val="00A0148E"/>
    <w:rsid w:val="00A2362D"/>
    <w:rsid w:val="00A57441"/>
    <w:rsid w:val="00A659DF"/>
    <w:rsid w:val="00AD3A52"/>
    <w:rsid w:val="00AF39A9"/>
    <w:rsid w:val="00B00A1E"/>
    <w:rsid w:val="00B12A7F"/>
    <w:rsid w:val="00B147C0"/>
    <w:rsid w:val="00B451E0"/>
    <w:rsid w:val="00B63964"/>
    <w:rsid w:val="00B64D63"/>
    <w:rsid w:val="00B65F8A"/>
    <w:rsid w:val="00B84824"/>
    <w:rsid w:val="00B96C77"/>
    <w:rsid w:val="00B96F1C"/>
    <w:rsid w:val="00BB009A"/>
    <w:rsid w:val="00BB78A6"/>
    <w:rsid w:val="00BC49DE"/>
    <w:rsid w:val="00BD16B7"/>
    <w:rsid w:val="00BE1690"/>
    <w:rsid w:val="00BF175F"/>
    <w:rsid w:val="00BF5D29"/>
    <w:rsid w:val="00C00606"/>
    <w:rsid w:val="00C15B3E"/>
    <w:rsid w:val="00C16D0B"/>
    <w:rsid w:val="00C513D6"/>
    <w:rsid w:val="00C65070"/>
    <w:rsid w:val="00C6703F"/>
    <w:rsid w:val="00C8483F"/>
    <w:rsid w:val="00CB4E11"/>
    <w:rsid w:val="00CB535B"/>
    <w:rsid w:val="00CC0CED"/>
    <w:rsid w:val="00CC1C5F"/>
    <w:rsid w:val="00CE259F"/>
    <w:rsid w:val="00CF5C6D"/>
    <w:rsid w:val="00D0549C"/>
    <w:rsid w:val="00D15F00"/>
    <w:rsid w:val="00D275CE"/>
    <w:rsid w:val="00D30F66"/>
    <w:rsid w:val="00D6249B"/>
    <w:rsid w:val="00D6315A"/>
    <w:rsid w:val="00DA72BD"/>
    <w:rsid w:val="00DB7063"/>
    <w:rsid w:val="00DD4059"/>
    <w:rsid w:val="00DE4A34"/>
    <w:rsid w:val="00DF6C47"/>
    <w:rsid w:val="00E06D98"/>
    <w:rsid w:val="00E54137"/>
    <w:rsid w:val="00E61C3F"/>
    <w:rsid w:val="00E644FA"/>
    <w:rsid w:val="00E73D88"/>
    <w:rsid w:val="00E971DC"/>
    <w:rsid w:val="00EA090B"/>
    <w:rsid w:val="00EA0E88"/>
    <w:rsid w:val="00EB2FBE"/>
    <w:rsid w:val="00ED12A2"/>
    <w:rsid w:val="00ED4EC9"/>
    <w:rsid w:val="00EE08EA"/>
    <w:rsid w:val="00F0210C"/>
    <w:rsid w:val="00F07D68"/>
    <w:rsid w:val="00F2183F"/>
    <w:rsid w:val="00F233B7"/>
    <w:rsid w:val="00F255F8"/>
    <w:rsid w:val="00F30EDB"/>
    <w:rsid w:val="00F36144"/>
    <w:rsid w:val="00F42FDF"/>
    <w:rsid w:val="00F430EA"/>
    <w:rsid w:val="00F873B6"/>
    <w:rsid w:val="00FA0F72"/>
    <w:rsid w:val="00FB2987"/>
    <w:rsid w:val="00FB2A30"/>
    <w:rsid w:val="00FD6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8631BA7"/>
  <w15:chartTrackingRefBased/>
  <w15:docId w15:val="{80884A66-1960-42A5-BDE9-235F5D9BF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40F8"/>
    <w:pPr>
      <w:spacing w:after="160" w:line="259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8483F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8483F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E16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430E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430EA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430E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430EA"/>
    <w:rPr>
      <w:sz w:val="22"/>
      <w:szCs w:val="22"/>
      <w:lang w:eastAsia="en-US"/>
    </w:rPr>
  </w:style>
  <w:style w:type="character" w:styleId="Riferimentointenso">
    <w:name w:val="Intense Reference"/>
    <w:uiPriority w:val="32"/>
    <w:qFormat/>
    <w:rsid w:val="00F430EA"/>
    <w:rPr>
      <w:b/>
      <w:bCs/>
      <w:smallCaps/>
      <w:color w:val="5B9BD5"/>
      <w:spacing w:val="5"/>
    </w:rPr>
  </w:style>
  <w:style w:type="character" w:styleId="Titolodellibro">
    <w:name w:val="Book Title"/>
    <w:uiPriority w:val="33"/>
    <w:qFormat/>
    <w:rsid w:val="00F430EA"/>
    <w:rPr>
      <w:b/>
      <w:bCs/>
      <w:i/>
      <w:iCs/>
      <w:spacing w:val="5"/>
    </w:rPr>
  </w:style>
  <w:style w:type="character" w:styleId="Enfasigrassetto">
    <w:name w:val="Strong"/>
    <w:uiPriority w:val="22"/>
    <w:qFormat/>
    <w:rsid w:val="00F430EA"/>
    <w:rPr>
      <w:b/>
      <w:bCs/>
    </w:rPr>
  </w:style>
  <w:style w:type="character" w:customStyle="1" w:styleId="Titolo1Carattere">
    <w:name w:val="Titolo 1 Carattere"/>
    <w:link w:val="Titolo1"/>
    <w:uiPriority w:val="9"/>
    <w:rsid w:val="00C8483F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"/>
    <w:rsid w:val="00C8483F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A5744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57441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colato\Desktop\WindowsApplication10\bin\Debug\CondDimDDPS_UK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205A3-2EBA-4DAF-8DA0-FEE7AE70C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CondDimDDPS_UK.dot</Template>
  <TotalTime>92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Colato</dc:creator>
  <cp:keywords/>
  <dc:description/>
  <cp:lastModifiedBy>Colato, Simone</cp:lastModifiedBy>
  <cp:revision>48</cp:revision>
  <dcterms:created xsi:type="dcterms:W3CDTF">2019-03-30T09:33:00Z</dcterms:created>
  <dcterms:modified xsi:type="dcterms:W3CDTF">2021-12-27T10:04:00Z</dcterms:modified>
</cp:coreProperties>
</file>